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E6" w:rsidRPr="00111BDC" w:rsidRDefault="001739E6" w:rsidP="001739E6">
      <w:pPr>
        <w:ind w:left="360"/>
        <w:rPr>
          <w:b/>
        </w:rPr>
      </w:pPr>
    </w:p>
    <w:tbl>
      <w:tblPr>
        <w:tblW w:w="9990" w:type="dxa"/>
        <w:tblInd w:w="115" w:type="dxa"/>
        <w:tblCellMar>
          <w:left w:w="115" w:type="dxa"/>
          <w:right w:w="115" w:type="dxa"/>
        </w:tblCellMar>
        <w:tblLook w:val="0000"/>
      </w:tblPr>
      <w:tblGrid>
        <w:gridCol w:w="1436"/>
        <w:gridCol w:w="1624"/>
        <w:gridCol w:w="1583"/>
        <w:gridCol w:w="1069"/>
        <w:gridCol w:w="660"/>
        <w:gridCol w:w="648"/>
        <w:gridCol w:w="2970"/>
      </w:tblGrid>
      <w:tr w:rsidR="003E22B3" w:rsidRPr="0086110A" w:rsidTr="00303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72" w:type="dxa"/>
            <w:gridSpan w:val="5"/>
            <w:vMerge w:val="restart"/>
          </w:tcPr>
          <w:p w:rsidR="003E22B3" w:rsidRPr="0086110A" w:rsidRDefault="00440A0E" w:rsidP="00140450">
            <w:pPr>
              <w:pStyle w:val="Heading1"/>
            </w:pPr>
            <w:bookmarkStart w:id="0" w:name="MinuteHeading"/>
            <w:bookmarkEnd w:id="0"/>
            <w:r>
              <w:rPr>
                <w:noProof/>
              </w:rPr>
              <w:drawing>
                <wp:inline distT="0" distB="0" distL="0" distR="0">
                  <wp:extent cx="333375" cy="352425"/>
                  <wp:effectExtent l="19050" t="0" r="9525" b="0"/>
                  <wp:docPr id="1" name="Picture 1" descr="fhsd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hsd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D7A39">
              <w:t xml:space="preserve"> </w:t>
            </w:r>
            <w:r w:rsidR="00140450">
              <w:t xml:space="preserve"> </w:t>
            </w:r>
            <w:r w:rsidR="003E22B3">
              <w:t xml:space="preserve">ELO </w:t>
            </w:r>
            <w:r w:rsidR="00B4098D">
              <w:t xml:space="preserve">Monthly </w:t>
            </w:r>
            <w:r w:rsidR="003E22B3" w:rsidRPr="0086110A">
              <w:t>Meeting</w:t>
            </w:r>
            <w:r w:rsidR="003E22B3">
              <w:t xml:space="preserve"> </w:t>
            </w:r>
          </w:p>
          <w:p w:rsidR="003E22B3" w:rsidRPr="0086110A" w:rsidRDefault="003E22B3" w:rsidP="00303417"/>
        </w:tc>
        <w:tc>
          <w:tcPr>
            <w:tcW w:w="3618" w:type="dxa"/>
            <w:gridSpan w:val="2"/>
            <w:vAlign w:val="center"/>
          </w:tcPr>
          <w:p w:rsidR="003E22B3" w:rsidRPr="0086110A" w:rsidRDefault="00E129A0" w:rsidP="00303417">
            <w:pPr>
              <w:pStyle w:val="MeetingInformation"/>
            </w:pPr>
            <w:r>
              <w:t xml:space="preserve"> </w:t>
            </w:r>
            <w:r w:rsidR="003E22B3" w:rsidRPr="0086110A">
              <w:fldChar w:fldCharType="begin"/>
            </w:r>
            <w:r w:rsidR="003E22B3" w:rsidRPr="0086110A">
              <w:instrText>MACROBUTTON DoFieldClick [Date]</w:instrText>
            </w:r>
            <w:r w:rsidR="003E22B3" w:rsidRPr="0086110A">
              <w:fldChar w:fldCharType="end"/>
            </w: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6372" w:type="dxa"/>
            <w:gridSpan w:val="5"/>
            <w:vMerge/>
          </w:tcPr>
          <w:p w:rsidR="003E22B3" w:rsidRPr="0086110A" w:rsidRDefault="003E22B3" w:rsidP="00303417"/>
        </w:tc>
        <w:tc>
          <w:tcPr>
            <w:tcW w:w="3618" w:type="dxa"/>
            <w:gridSpan w:val="2"/>
            <w:vAlign w:val="center"/>
          </w:tcPr>
          <w:p w:rsidR="003E22B3" w:rsidRPr="0086110A" w:rsidRDefault="00722EF6" w:rsidP="00303417">
            <w:pPr>
              <w:pStyle w:val="MeetingInformation"/>
            </w:pPr>
            <w:r>
              <w:t xml:space="preserve"> </w:t>
            </w:r>
            <w:r w:rsidR="003E22B3" w:rsidRPr="0086110A">
              <w:fldChar w:fldCharType="begin"/>
            </w:r>
            <w:r w:rsidR="003E22B3" w:rsidRPr="0086110A">
              <w:instrText>MACROBUTTON DoFieldClick [Time]</w:instrText>
            </w:r>
            <w:r w:rsidR="003E22B3" w:rsidRPr="0086110A">
              <w:fldChar w:fldCharType="end"/>
            </w: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6372" w:type="dxa"/>
            <w:gridSpan w:val="5"/>
            <w:vMerge/>
            <w:tcBorders>
              <w:bottom w:val="single" w:sz="12" w:space="0" w:color="999999"/>
            </w:tcBorders>
          </w:tcPr>
          <w:p w:rsidR="003E22B3" w:rsidRPr="0086110A" w:rsidRDefault="003E22B3" w:rsidP="00303417"/>
        </w:tc>
        <w:tc>
          <w:tcPr>
            <w:tcW w:w="3618" w:type="dxa"/>
            <w:gridSpan w:val="2"/>
            <w:tcBorders>
              <w:bottom w:val="single" w:sz="12" w:space="0" w:color="999999"/>
            </w:tcBorders>
            <w:vAlign w:val="center"/>
          </w:tcPr>
          <w:p w:rsidR="003E22B3" w:rsidRPr="0086110A" w:rsidRDefault="00E129A0" w:rsidP="00303417">
            <w:pPr>
              <w:pStyle w:val="MeetingInformation"/>
            </w:pPr>
            <w:r>
              <w:t xml:space="preserve"> [Grade Level]</w:t>
            </w:r>
          </w:p>
        </w:tc>
      </w:tr>
      <w:tr w:rsidR="00C338C3" w:rsidRPr="0086110A" w:rsidTr="00C338C3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  <w:tcBorders>
              <w:top w:val="single" w:sz="12" w:space="0" w:color="999999"/>
              <w:bottom w:val="single" w:sz="4" w:space="0" w:color="999999"/>
            </w:tcBorders>
            <w:vAlign w:val="center"/>
          </w:tcPr>
          <w:p w:rsidR="00C338C3" w:rsidRPr="00A949C9" w:rsidRDefault="00C338C3" w:rsidP="00303417">
            <w:pPr>
              <w:pStyle w:val="1stLine"/>
              <w:rPr>
                <w:sz w:val="24"/>
                <w:szCs w:val="24"/>
              </w:rPr>
            </w:pPr>
            <w:r w:rsidRPr="00A949C9">
              <w:rPr>
                <w:smallCaps/>
                <w:sz w:val="24"/>
                <w:szCs w:val="24"/>
              </w:rPr>
              <w:t>Pre-Meeting Tasks:</w:t>
            </w:r>
          </w:p>
        </w:tc>
      </w:tr>
      <w:tr w:rsidR="00603DA2" w:rsidRPr="0086110A" w:rsidTr="00C338C3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Label"/>
            </w:pPr>
            <w:r w:rsidRPr="0086110A">
              <w:t>Please read:</w:t>
            </w:r>
            <w:r>
              <w:t xml:space="preserve"> </w:t>
            </w:r>
          </w:p>
        </w:tc>
        <w:tc>
          <w:tcPr>
            <w:tcW w:w="5584" w:type="dxa"/>
            <w:gridSpan w:val="5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  <w:tc>
          <w:tcPr>
            <w:tcW w:w="2970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C338C3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Label"/>
            </w:pPr>
            <w:r w:rsidRPr="0086110A">
              <w:t>Please bring:</w:t>
            </w:r>
          </w:p>
        </w:tc>
        <w:tc>
          <w:tcPr>
            <w:tcW w:w="5584" w:type="dxa"/>
            <w:gridSpan w:val="5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  <w:tc>
          <w:tcPr>
            <w:tcW w:w="2970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C338C3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603DA2" w:rsidRPr="0086110A" w:rsidRDefault="00603DA2" w:rsidP="00183EE5"/>
        </w:tc>
      </w:tr>
      <w:tr w:rsidR="00603DA2" w:rsidRPr="0086110A" w:rsidTr="00603DA2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999999"/>
              <w:bottom w:val="single" w:sz="4" w:space="0" w:color="999999"/>
            </w:tcBorders>
          </w:tcPr>
          <w:p w:rsidR="00603DA2" w:rsidRPr="00603DA2" w:rsidRDefault="00603DA2" w:rsidP="00303417">
            <w:pPr>
              <w:pStyle w:val="FieldText"/>
              <w:rPr>
                <w:rFonts w:ascii="Tahoma" w:hAnsi="Tahoma"/>
                <w:b/>
                <w:smallCaps/>
                <w:sz w:val="22"/>
                <w:szCs w:val="22"/>
              </w:rPr>
            </w:pPr>
            <w:r w:rsidRPr="00603DA2">
              <w:rPr>
                <w:b/>
              </w:rPr>
              <w:t>Attendees:</w:t>
            </w:r>
          </w:p>
        </w:tc>
        <w:tc>
          <w:tcPr>
            <w:tcW w:w="8554" w:type="dxa"/>
            <w:gridSpan w:val="6"/>
            <w:tcBorders>
              <w:top w:val="single" w:sz="4" w:space="0" w:color="999999"/>
              <w:bottom w:val="single" w:sz="4" w:space="0" w:color="999999"/>
            </w:tcBorders>
          </w:tcPr>
          <w:p w:rsidR="00603DA2" w:rsidRPr="00603DA2" w:rsidRDefault="00603DA2" w:rsidP="00303417">
            <w:pPr>
              <w:pStyle w:val="FieldText"/>
              <w:rPr>
                <w:rFonts w:ascii="Tahoma" w:hAnsi="Tahoma"/>
                <w:b/>
                <w:smallCaps/>
                <w:sz w:val="22"/>
                <w:szCs w:val="22"/>
              </w:rPr>
            </w:pP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3E22B3" w:rsidRPr="0086110A" w:rsidRDefault="00603DA2" w:rsidP="00303417">
            <w:pPr>
              <w:pStyle w:val="FieldLabel"/>
            </w:pPr>
            <w:r w:rsidRPr="0086110A">
              <w:t>Facilitator:</w:t>
            </w:r>
          </w:p>
        </w:tc>
        <w:tc>
          <w:tcPr>
            <w:tcW w:w="8554" w:type="dxa"/>
            <w:gridSpan w:val="6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3E22B3" w:rsidRPr="0086110A" w:rsidRDefault="003E22B3" w:rsidP="00303417">
            <w:pPr>
              <w:pStyle w:val="FieldText"/>
            </w:pP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3E22B3" w:rsidRPr="0086110A" w:rsidRDefault="00603DA2" w:rsidP="00303417">
            <w:pPr>
              <w:pStyle w:val="FieldLabel"/>
            </w:pPr>
            <w:r w:rsidRPr="0086110A">
              <w:t>Note taker:</w:t>
            </w:r>
          </w:p>
        </w:tc>
        <w:tc>
          <w:tcPr>
            <w:tcW w:w="8554" w:type="dxa"/>
            <w:gridSpan w:val="6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3E22B3" w:rsidRPr="0086110A" w:rsidRDefault="003E22B3" w:rsidP="00303417">
            <w:pPr>
              <w:pStyle w:val="FieldText"/>
            </w:pP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  <w:tcBorders>
              <w:top w:val="single" w:sz="4" w:space="0" w:color="999999"/>
              <w:bottom w:val="single" w:sz="8" w:space="0" w:color="808080"/>
            </w:tcBorders>
            <w:vAlign w:val="center"/>
          </w:tcPr>
          <w:p w:rsidR="003E22B3" w:rsidRPr="009F2309" w:rsidRDefault="003E22B3" w:rsidP="00303417">
            <w:pPr>
              <w:pStyle w:val="Heading2"/>
            </w:pPr>
            <w:r>
              <w:t>Agenda Items</w:t>
            </w:r>
          </w:p>
        </w:tc>
      </w:tr>
      <w:tr w:rsidR="00603DA2" w:rsidRPr="0086110A" w:rsidTr="00F34079">
        <w:tblPrEx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single" w:sz="8" w:space="0" w:color="808080"/>
              <w:bottom w:val="dashSmallGap" w:sz="4" w:space="0" w:color="808080"/>
            </w:tcBorders>
            <w:vAlign w:val="center"/>
          </w:tcPr>
          <w:p w:rsidR="00603DA2" w:rsidRPr="00213309" w:rsidRDefault="00603DA2" w:rsidP="00213309">
            <w:pPr>
              <w:pStyle w:val="Heading3"/>
              <w:jc w:val="center"/>
              <w:rPr>
                <w:smallCaps/>
                <w:sz w:val="22"/>
              </w:rPr>
            </w:pPr>
            <w:r w:rsidRPr="00213309">
              <w:rPr>
                <w:smallCaps/>
                <w:sz w:val="22"/>
              </w:rPr>
              <w:t>Topic</w:t>
            </w:r>
          </w:p>
        </w:tc>
        <w:tc>
          <w:tcPr>
            <w:tcW w:w="6930" w:type="dxa"/>
            <w:gridSpan w:val="5"/>
            <w:tcBorders>
              <w:top w:val="single" w:sz="8" w:space="0" w:color="808080"/>
              <w:bottom w:val="dashSmallGap" w:sz="4" w:space="0" w:color="808080"/>
            </w:tcBorders>
            <w:vAlign w:val="center"/>
          </w:tcPr>
          <w:p w:rsidR="00603DA2" w:rsidRDefault="00603DA2" w:rsidP="00303417">
            <w:pPr>
              <w:pStyle w:val="Heading3"/>
            </w:pPr>
            <w:r w:rsidRPr="00213309">
              <w:rPr>
                <w:smallCaps/>
                <w:sz w:val="22"/>
              </w:rPr>
              <w:t>Presenter/Discussion</w:t>
            </w:r>
            <w:r>
              <w:rPr>
                <w:smallCaps/>
                <w:sz w:val="22"/>
              </w:rPr>
              <w:t xml:space="preserve"> Notes</w:t>
            </w: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  <w:tcBorders>
              <w:top w:val="dashSmallGap" w:sz="4" w:space="0" w:color="808080"/>
            </w:tcBorders>
            <w:vAlign w:val="center"/>
          </w:tcPr>
          <w:p w:rsidR="003E22B3" w:rsidRPr="0086110A" w:rsidRDefault="003E22B3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A949C9" w:rsidRDefault="00603DA2" w:rsidP="00E129A0">
            <w:bookmarkStart w:id="1" w:name="MinuteTopicSection"/>
            <w:bookmarkStart w:id="2" w:name="MinuteItems"/>
            <w:bookmarkEnd w:id="2"/>
            <w:r w:rsidRPr="00A949C9">
              <w:t xml:space="preserve">1. </w:t>
            </w:r>
            <w:r w:rsidR="00F34079" w:rsidRPr="00F34079">
              <w:rPr>
                <w:b/>
              </w:rPr>
              <w:t>Welcome and Sharing</w:t>
            </w:r>
          </w:p>
          <w:p w:rsidR="00603DA2" w:rsidRPr="00A949C9" w:rsidRDefault="00603DA2" w:rsidP="00E129A0">
            <w:pPr>
              <w:ind w:left="360"/>
            </w:pPr>
          </w:p>
          <w:p w:rsidR="00603DA2" w:rsidRPr="00A949C9" w:rsidRDefault="00603DA2" w:rsidP="00E129A0">
            <w:pPr>
              <w:ind w:left="720"/>
            </w:pPr>
          </w:p>
          <w:p w:rsidR="00603DA2" w:rsidRPr="00A949C9" w:rsidRDefault="00603DA2" w:rsidP="00E129A0">
            <w:pPr>
              <w:ind w:left="720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Default="00603DA2" w:rsidP="00E129A0">
            <w:pPr>
              <w:ind w:left="720"/>
            </w:pPr>
          </w:p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A949C9" w:rsidRDefault="00603DA2" w:rsidP="00722EF6">
            <w:r w:rsidRPr="00A949C9">
              <w:t xml:space="preserve">2. </w:t>
            </w:r>
          </w:p>
          <w:p w:rsidR="00603DA2" w:rsidRPr="00F34079" w:rsidRDefault="00F34079" w:rsidP="00E129A0">
            <w:pPr>
              <w:ind w:left="360"/>
              <w:rPr>
                <w:b/>
              </w:rPr>
            </w:pPr>
            <w:r w:rsidRPr="00F34079">
              <w:rPr>
                <w:b/>
              </w:rPr>
              <w:t>Meeting Norms</w:t>
            </w:r>
          </w:p>
          <w:p w:rsidR="00603DA2" w:rsidRPr="00A949C9" w:rsidRDefault="00603DA2" w:rsidP="00E129A0">
            <w:pPr>
              <w:ind w:left="720"/>
            </w:pPr>
          </w:p>
          <w:p w:rsidR="00603DA2" w:rsidRPr="00A949C9" w:rsidRDefault="00603DA2" w:rsidP="00E129A0">
            <w:pPr>
              <w:ind w:left="720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Default="00603DA2" w:rsidP="00E129A0">
            <w:r w:rsidRPr="00A949C9">
              <w:t xml:space="preserve">3. </w:t>
            </w:r>
          </w:p>
          <w:p w:rsidR="00F34079" w:rsidRPr="00F34079" w:rsidRDefault="00F34079" w:rsidP="00E129A0">
            <w:pPr>
              <w:rPr>
                <w:b/>
              </w:rPr>
            </w:pPr>
            <w:r w:rsidRPr="00F34079">
              <w:rPr>
                <w:b/>
              </w:rPr>
              <w:t xml:space="preserve">    Forest Hills Policies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            </w:t>
            </w:r>
            <w:r w:rsidRPr="00F34079">
              <w:rPr>
                <w:b/>
              </w:rPr>
              <w:t>and</w:t>
            </w:r>
            <w:r w:rsidRPr="00F34079">
              <w:rPr>
                <w:b/>
              </w:rPr>
              <w:br/>
              <w:t xml:space="preserve">      Procedures</w:t>
            </w:r>
          </w:p>
          <w:p w:rsidR="00603DA2" w:rsidRPr="00A949C9" w:rsidRDefault="00603DA2" w:rsidP="00E129A0">
            <w:pPr>
              <w:pStyle w:val="ActionItems"/>
              <w:numPr>
                <w:ilvl w:val="0"/>
                <w:numId w:val="0"/>
              </w:numPr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F34079" w:rsidRDefault="00603DA2" w:rsidP="00E129A0">
            <w:pPr>
              <w:rPr>
                <w:b/>
              </w:rPr>
            </w:pPr>
            <w:r w:rsidRPr="00A949C9">
              <w:t xml:space="preserve">4. </w:t>
            </w:r>
            <w:r w:rsidR="00F34079">
              <w:t xml:space="preserve"> </w:t>
            </w:r>
            <w:r w:rsidR="00F34079" w:rsidRPr="00F34079">
              <w:rPr>
                <w:b/>
              </w:rPr>
              <w:t>Professional Learning</w:t>
            </w:r>
          </w:p>
          <w:p w:rsidR="00F34079" w:rsidRPr="00F34079" w:rsidRDefault="00F34079" w:rsidP="00E129A0">
            <w:pPr>
              <w:rPr>
                <w:b/>
              </w:rPr>
            </w:pPr>
            <w:r w:rsidRPr="00F34079">
              <w:rPr>
                <w:b/>
              </w:rPr>
              <w:t xml:space="preserve">             and </w:t>
            </w:r>
          </w:p>
          <w:p w:rsidR="00F34079" w:rsidRPr="00F34079" w:rsidRDefault="00F34079" w:rsidP="00E129A0">
            <w:pPr>
              <w:rPr>
                <w:b/>
              </w:rPr>
            </w:pPr>
            <w:r w:rsidRPr="00F34079">
              <w:rPr>
                <w:b/>
              </w:rPr>
              <w:t xml:space="preserve">    Classroom Connections</w:t>
            </w:r>
          </w:p>
          <w:p w:rsidR="00603DA2" w:rsidRPr="00A949C9" w:rsidRDefault="00603DA2" w:rsidP="00E129A0">
            <w:pPr>
              <w:pStyle w:val="ActionItems"/>
              <w:numPr>
                <w:ilvl w:val="0"/>
                <w:numId w:val="0"/>
              </w:numPr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0D50F7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50F7" w:rsidRDefault="000D50F7" w:rsidP="00E129A0"/>
          <w:p w:rsidR="000D50F7" w:rsidRDefault="000D50F7" w:rsidP="00E129A0"/>
          <w:p w:rsidR="000D50F7" w:rsidRPr="00A949C9" w:rsidRDefault="000D50F7" w:rsidP="00E129A0"/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50F7" w:rsidRDefault="000D50F7" w:rsidP="00E129A0">
            <w:pPr>
              <w:rPr>
                <w:b/>
              </w:rPr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0D50F7" w:rsidRDefault="00603DA2" w:rsidP="00E129A0">
            <w:pPr>
              <w:rPr>
                <w:b/>
              </w:rPr>
            </w:pPr>
            <w:r w:rsidRPr="00A949C9">
              <w:t xml:space="preserve"> </w:t>
            </w:r>
            <w:r w:rsidRPr="000D50F7">
              <w:rPr>
                <w:b/>
              </w:rPr>
              <w:t>Closing</w:t>
            </w:r>
            <w:r w:rsidR="000D50F7" w:rsidRPr="000D50F7">
              <w:rPr>
                <w:b/>
              </w:rPr>
              <w:t xml:space="preserve"> and Agenda Input</w:t>
            </w:r>
          </w:p>
          <w:p w:rsidR="00603DA2" w:rsidRPr="00A949C9" w:rsidRDefault="00603DA2" w:rsidP="00E129A0">
            <w:pPr>
              <w:pStyle w:val="ActionItems"/>
              <w:numPr>
                <w:ilvl w:val="0"/>
                <w:numId w:val="0"/>
              </w:numPr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Default="00603DA2" w:rsidP="00E129A0">
            <w:pPr>
              <w:rPr>
                <w:b/>
              </w:rPr>
            </w:pPr>
          </w:p>
          <w:p w:rsidR="00603DA2" w:rsidRDefault="00603DA2" w:rsidP="00E129A0">
            <w:r>
              <w:t xml:space="preserve"> </w:t>
            </w:r>
          </w:p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ActionItems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ActionItems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ActionItems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ActionItems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ActionItems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603DA2" w:rsidRPr="0086110A" w:rsidTr="00F34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DA2" w:rsidRPr="0086110A" w:rsidRDefault="00603DA2" w:rsidP="00303417">
            <w:pPr>
              <w:pStyle w:val="FieldText"/>
            </w:pP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  <w:tcBorders>
              <w:bottom w:val="single" w:sz="8" w:space="0" w:color="808080"/>
            </w:tcBorders>
          </w:tcPr>
          <w:p w:rsidR="003E22B3" w:rsidRPr="0086110A" w:rsidRDefault="003E22B3" w:rsidP="00303417">
            <w:pPr>
              <w:pStyle w:val="Heading2"/>
            </w:pPr>
            <w:bookmarkStart w:id="3" w:name="MinuteAdditional"/>
            <w:bookmarkEnd w:id="1"/>
            <w:bookmarkEnd w:id="3"/>
            <w:r w:rsidRPr="0086110A">
              <w:t>Other Information</w:t>
            </w:r>
          </w:p>
        </w:tc>
      </w:tr>
      <w:tr w:rsidR="00E129A0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  <w:tcBorders>
              <w:top w:val="single" w:sz="8" w:space="0" w:color="808080"/>
            </w:tcBorders>
          </w:tcPr>
          <w:p w:rsidR="00E129A0" w:rsidRPr="00213309" w:rsidRDefault="00906940" w:rsidP="00E129A0">
            <w:pPr>
              <w:pStyle w:val="FieldLabel"/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Action Items</w:t>
            </w:r>
          </w:p>
        </w:tc>
        <w:tc>
          <w:tcPr>
            <w:tcW w:w="1069" w:type="dxa"/>
            <w:tcBorders>
              <w:top w:val="single" w:sz="8" w:space="0" w:color="808080"/>
            </w:tcBorders>
          </w:tcPr>
          <w:p w:rsidR="00E129A0" w:rsidRPr="00213309" w:rsidRDefault="00906940" w:rsidP="00E129A0">
            <w:pPr>
              <w:pStyle w:val="FieldText"/>
              <w:jc w:val="center"/>
              <w:rPr>
                <w:rFonts w:ascii="Tahoma" w:hAnsi="Tahoma"/>
                <w:b/>
                <w:smallCaps/>
                <w:sz w:val="22"/>
              </w:rPr>
            </w:pPr>
            <w:r>
              <w:rPr>
                <w:rFonts w:ascii="Tahoma" w:hAnsi="Tahoma"/>
                <w:b/>
                <w:smallCaps/>
                <w:sz w:val="22"/>
              </w:rPr>
              <w:t>Due</w:t>
            </w:r>
          </w:p>
        </w:tc>
        <w:tc>
          <w:tcPr>
            <w:tcW w:w="4278" w:type="dxa"/>
            <w:gridSpan w:val="3"/>
            <w:tcBorders>
              <w:top w:val="single" w:sz="8" w:space="0" w:color="808080"/>
            </w:tcBorders>
          </w:tcPr>
          <w:p w:rsidR="00E129A0" w:rsidRPr="00213309" w:rsidRDefault="00906940" w:rsidP="00E129A0">
            <w:pPr>
              <w:pStyle w:val="FieldText"/>
              <w:jc w:val="center"/>
              <w:rPr>
                <w:rFonts w:ascii="Tahoma" w:hAnsi="Tahoma"/>
                <w:b/>
                <w:smallCaps/>
                <w:sz w:val="22"/>
              </w:rPr>
            </w:pPr>
            <w:r>
              <w:rPr>
                <w:rFonts w:ascii="Tahoma" w:hAnsi="Tahoma"/>
                <w:b/>
                <w:smallCaps/>
                <w:sz w:val="22"/>
              </w:rPr>
              <w:t>Notes</w:t>
            </w: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</w:tcPr>
          <w:p w:rsidR="00303417" w:rsidRPr="00303417" w:rsidRDefault="00303417" w:rsidP="00213309">
            <w:pPr>
              <w:pStyle w:val="FieldLabel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069" w:type="dxa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4278" w:type="dxa"/>
            <w:gridSpan w:val="3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4643" w:type="dxa"/>
            <w:gridSpan w:val="3"/>
          </w:tcPr>
          <w:p w:rsidR="00303417" w:rsidRPr="00303417" w:rsidRDefault="00303417" w:rsidP="00213309">
            <w:pPr>
              <w:pStyle w:val="FieldText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4278" w:type="dxa"/>
            <w:gridSpan w:val="3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</w:tcPr>
          <w:p w:rsidR="00303417" w:rsidRPr="00303417" w:rsidRDefault="00303417" w:rsidP="00183EE5">
            <w:pPr>
              <w:numPr>
                <w:ilvl w:val="0"/>
                <w:numId w:val="8"/>
              </w:numPr>
            </w:pPr>
          </w:p>
        </w:tc>
        <w:tc>
          <w:tcPr>
            <w:tcW w:w="1069" w:type="dxa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4278" w:type="dxa"/>
            <w:gridSpan w:val="3"/>
          </w:tcPr>
          <w:p w:rsidR="00303417" w:rsidRPr="00303417" w:rsidRDefault="00303417" w:rsidP="00303417">
            <w:pPr>
              <w:pStyle w:val="FieldText"/>
              <w:rPr>
                <w:rFonts w:ascii="Times New Roman" w:hAnsi="Times New Roman"/>
                <w:sz w:val="24"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</w:tcPr>
          <w:p w:rsidR="00303417" w:rsidRPr="0086110A" w:rsidRDefault="00303417" w:rsidP="00213309">
            <w:pPr>
              <w:pStyle w:val="FieldText"/>
              <w:numPr>
                <w:ilvl w:val="0"/>
                <w:numId w:val="8"/>
              </w:numPr>
            </w:pPr>
          </w:p>
        </w:tc>
        <w:tc>
          <w:tcPr>
            <w:tcW w:w="1069" w:type="dxa"/>
          </w:tcPr>
          <w:p w:rsidR="00303417" w:rsidRPr="0086110A" w:rsidRDefault="00303417" w:rsidP="00303417">
            <w:pPr>
              <w:pStyle w:val="FieldText"/>
            </w:pPr>
          </w:p>
        </w:tc>
        <w:tc>
          <w:tcPr>
            <w:tcW w:w="4278" w:type="dxa"/>
            <w:gridSpan w:val="3"/>
          </w:tcPr>
          <w:p w:rsidR="00303417" w:rsidRPr="0086110A" w:rsidRDefault="00303417" w:rsidP="00303417">
            <w:pPr>
              <w:pStyle w:val="FieldText"/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</w:tcPr>
          <w:p w:rsidR="00303417" w:rsidRPr="0086110A" w:rsidRDefault="00303417" w:rsidP="00213309">
            <w:pPr>
              <w:pStyle w:val="FieldLabel"/>
              <w:numPr>
                <w:ilvl w:val="0"/>
                <w:numId w:val="8"/>
              </w:numPr>
            </w:pPr>
          </w:p>
        </w:tc>
        <w:tc>
          <w:tcPr>
            <w:tcW w:w="1069" w:type="dxa"/>
          </w:tcPr>
          <w:p w:rsidR="00303417" w:rsidRPr="0086110A" w:rsidRDefault="00303417" w:rsidP="00303417">
            <w:pPr>
              <w:pStyle w:val="FieldText"/>
            </w:pPr>
          </w:p>
        </w:tc>
        <w:tc>
          <w:tcPr>
            <w:tcW w:w="4278" w:type="dxa"/>
            <w:gridSpan w:val="3"/>
          </w:tcPr>
          <w:p w:rsidR="00303417" w:rsidRPr="0086110A" w:rsidRDefault="00303417" w:rsidP="00303417">
            <w:pPr>
              <w:pStyle w:val="FieldText"/>
            </w:pPr>
          </w:p>
        </w:tc>
      </w:tr>
      <w:tr w:rsidR="003E22B3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</w:tcPr>
          <w:p w:rsidR="003E22B3" w:rsidRPr="00213309" w:rsidRDefault="00303417" w:rsidP="00303417">
            <w:pPr>
              <w:pStyle w:val="FieldText"/>
              <w:jc w:val="center"/>
              <w:rPr>
                <w:rFonts w:ascii="Tahoma" w:hAnsi="Tahoma"/>
                <w:b/>
                <w:sz w:val="20"/>
              </w:rPr>
            </w:pPr>
            <w:r w:rsidRPr="00A949C9">
              <w:rPr>
                <w:rFonts w:ascii="Tahoma" w:hAnsi="Tahoma"/>
                <w:b/>
                <w:smallCaps/>
                <w:sz w:val="22"/>
                <w:szCs w:val="22"/>
              </w:rPr>
              <w:t>Handouts used at this meeting</w:t>
            </w:r>
            <w:r w:rsidRPr="00A949C9">
              <w:rPr>
                <w:rFonts w:ascii="Tahoma" w:hAnsi="Tahoma"/>
                <w:b/>
                <w:sz w:val="24"/>
                <w:szCs w:val="24"/>
              </w:rPr>
              <w:t xml:space="preserve"> </w:t>
            </w:r>
            <w:r w:rsidRPr="00213309">
              <w:rPr>
                <w:rFonts w:ascii="Tahoma" w:hAnsi="Tahoma"/>
                <w:b/>
                <w:sz w:val="20"/>
              </w:rPr>
              <w:t xml:space="preserve"> </w:t>
            </w:r>
            <w:r w:rsidRPr="00B4098D">
              <w:rPr>
                <w:rFonts w:ascii="Tahoma" w:hAnsi="Tahoma"/>
                <w:sz w:val="20"/>
              </w:rPr>
              <w:t>(in addition to Agenda)</w:t>
            </w: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</w:tcPr>
          <w:p w:rsidR="00303417" w:rsidRDefault="00303417" w:rsidP="00213309">
            <w:pPr>
              <w:pStyle w:val="FieldText"/>
              <w:numPr>
                <w:ilvl w:val="0"/>
                <w:numId w:val="9"/>
              </w:numPr>
              <w:rPr>
                <w:b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</w:tcPr>
          <w:p w:rsidR="00303417" w:rsidRDefault="00303417" w:rsidP="00213309">
            <w:pPr>
              <w:pStyle w:val="FieldText"/>
              <w:numPr>
                <w:ilvl w:val="0"/>
                <w:numId w:val="9"/>
              </w:numPr>
              <w:rPr>
                <w:b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</w:tcPr>
          <w:p w:rsidR="00303417" w:rsidRDefault="00303417" w:rsidP="00213309">
            <w:pPr>
              <w:pStyle w:val="FieldText"/>
              <w:numPr>
                <w:ilvl w:val="0"/>
                <w:numId w:val="9"/>
              </w:numPr>
              <w:rPr>
                <w:b/>
              </w:rPr>
            </w:pPr>
          </w:p>
        </w:tc>
      </w:tr>
      <w:tr w:rsidR="00303417" w:rsidRPr="0086110A" w:rsidTr="00303417">
        <w:tblPrEx>
          <w:tblCellMar>
            <w:top w:w="0" w:type="dxa"/>
            <w:bottom w:w="0" w:type="dxa"/>
          </w:tblCellMar>
        </w:tblPrEx>
        <w:tc>
          <w:tcPr>
            <w:tcW w:w="9990" w:type="dxa"/>
            <w:gridSpan w:val="7"/>
          </w:tcPr>
          <w:p w:rsidR="00303417" w:rsidRDefault="00303417" w:rsidP="00213309">
            <w:pPr>
              <w:pStyle w:val="FieldText"/>
              <w:numPr>
                <w:ilvl w:val="0"/>
                <w:numId w:val="9"/>
              </w:numPr>
              <w:rPr>
                <w:b/>
              </w:rPr>
            </w:pPr>
          </w:p>
        </w:tc>
      </w:tr>
    </w:tbl>
    <w:p w:rsidR="00111BDC" w:rsidRDefault="00111BDC" w:rsidP="006F7898">
      <w:pPr>
        <w:ind w:left="360"/>
        <w:rPr>
          <w:b/>
        </w:rPr>
      </w:pPr>
    </w:p>
    <w:p w:rsidR="00E859D7" w:rsidRPr="00492D4E" w:rsidRDefault="00E859D7" w:rsidP="00180A64">
      <w:pPr>
        <w:ind w:left="720"/>
        <w:rPr>
          <w:b/>
        </w:rPr>
      </w:pPr>
    </w:p>
    <w:p w:rsidR="00492D4E" w:rsidRPr="00492D4E" w:rsidRDefault="00492D4E" w:rsidP="00492D4E">
      <w:pPr>
        <w:ind w:left="720"/>
        <w:rPr>
          <w:b/>
        </w:rPr>
      </w:pPr>
    </w:p>
    <w:p w:rsidR="0029683E" w:rsidRDefault="0029683E" w:rsidP="0029683E"/>
    <w:p w:rsidR="00D46F3A" w:rsidRDefault="00D46F3A" w:rsidP="0029683E"/>
    <w:p w:rsidR="005E5A09" w:rsidRDefault="005E5A09" w:rsidP="005E5A09">
      <w:pPr>
        <w:ind w:firstLine="720"/>
      </w:pPr>
    </w:p>
    <w:p w:rsidR="00F21206" w:rsidRDefault="00F21206" w:rsidP="006F7898">
      <w:pPr>
        <w:ind w:left="360"/>
      </w:pPr>
    </w:p>
    <w:sectPr w:rsidR="00F212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1.25pt;height:75.75pt" o:bullet="t">
        <v:imagedata r:id="rId1" o:title="fhsdlogo"/>
      </v:shape>
    </w:pict>
  </w:numPicBullet>
  <w:abstractNum w:abstractNumId="0">
    <w:nsid w:val="0DBD3223"/>
    <w:multiLevelType w:val="hybridMultilevel"/>
    <w:tmpl w:val="C7DCF84C"/>
    <w:lvl w:ilvl="0" w:tplc="2998F3AC">
      <w:start w:val="1"/>
      <w:numFmt w:val="decimal"/>
      <w:lvlText w:val="%1."/>
      <w:lvlJc w:val="left"/>
      <w:pPr>
        <w:tabs>
          <w:tab w:val="num" w:pos="195"/>
        </w:tabs>
        <w:ind w:left="19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30"/>
        </w:tabs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0"/>
        </w:tabs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90"/>
        </w:tabs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10"/>
        </w:tabs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0"/>
        </w:tabs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50"/>
        </w:tabs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70"/>
        </w:tabs>
        <w:ind w:left="6070" w:hanging="180"/>
      </w:pPr>
    </w:lvl>
  </w:abstractNum>
  <w:abstractNum w:abstractNumId="1">
    <w:nsid w:val="0FE33D66"/>
    <w:multiLevelType w:val="hybridMultilevel"/>
    <w:tmpl w:val="61FA3850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25D16DF6"/>
    <w:multiLevelType w:val="hybridMultilevel"/>
    <w:tmpl w:val="9112E136"/>
    <w:lvl w:ilvl="0" w:tplc="9A1CA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44BC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54A1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44F3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678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84A7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AF6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4A8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E6A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A745DB4"/>
    <w:multiLevelType w:val="hybridMultilevel"/>
    <w:tmpl w:val="0F36F7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3E5686"/>
    <w:multiLevelType w:val="hybridMultilevel"/>
    <w:tmpl w:val="FA6A43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527CDD"/>
    <w:multiLevelType w:val="hybridMultilevel"/>
    <w:tmpl w:val="FAF661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C72BAD"/>
    <w:multiLevelType w:val="hybridMultilevel"/>
    <w:tmpl w:val="508CA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F050C6"/>
    <w:multiLevelType w:val="hybridMultilevel"/>
    <w:tmpl w:val="0A105C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9570B2"/>
    <w:multiLevelType w:val="hybridMultilevel"/>
    <w:tmpl w:val="4BD497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compat/>
  <w:rsids>
    <w:rsidRoot w:val="00440A0E"/>
    <w:rsid w:val="00070D34"/>
    <w:rsid w:val="00083A7E"/>
    <w:rsid w:val="000A404C"/>
    <w:rsid w:val="000D2E1F"/>
    <w:rsid w:val="000D50F7"/>
    <w:rsid w:val="00111BDC"/>
    <w:rsid w:val="00114578"/>
    <w:rsid w:val="00140450"/>
    <w:rsid w:val="001739E6"/>
    <w:rsid w:val="00180A64"/>
    <w:rsid w:val="00183EE5"/>
    <w:rsid w:val="001D4C12"/>
    <w:rsid w:val="001E55ED"/>
    <w:rsid w:val="00213309"/>
    <w:rsid w:val="002273E0"/>
    <w:rsid w:val="0027665D"/>
    <w:rsid w:val="0029472B"/>
    <w:rsid w:val="0029683E"/>
    <w:rsid w:val="002B68FE"/>
    <w:rsid w:val="00303417"/>
    <w:rsid w:val="00306A51"/>
    <w:rsid w:val="003B4BA4"/>
    <w:rsid w:val="003E22B3"/>
    <w:rsid w:val="00440A0E"/>
    <w:rsid w:val="00492D4E"/>
    <w:rsid w:val="00511D9C"/>
    <w:rsid w:val="00545DEA"/>
    <w:rsid w:val="00556037"/>
    <w:rsid w:val="00561B17"/>
    <w:rsid w:val="005B2EA6"/>
    <w:rsid w:val="005E5A09"/>
    <w:rsid w:val="00600128"/>
    <w:rsid w:val="00603DA2"/>
    <w:rsid w:val="0068785C"/>
    <w:rsid w:val="006D4B3C"/>
    <w:rsid w:val="006F00E2"/>
    <w:rsid w:val="006F7898"/>
    <w:rsid w:val="00704F16"/>
    <w:rsid w:val="00722EF6"/>
    <w:rsid w:val="00766B70"/>
    <w:rsid w:val="007E55C4"/>
    <w:rsid w:val="00884640"/>
    <w:rsid w:val="008E0A85"/>
    <w:rsid w:val="008F3CD4"/>
    <w:rsid w:val="00906940"/>
    <w:rsid w:val="009856D3"/>
    <w:rsid w:val="00994409"/>
    <w:rsid w:val="009F6E26"/>
    <w:rsid w:val="00A26FB7"/>
    <w:rsid w:val="00A454FB"/>
    <w:rsid w:val="00A519C9"/>
    <w:rsid w:val="00A52730"/>
    <w:rsid w:val="00A65637"/>
    <w:rsid w:val="00A949C9"/>
    <w:rsid w:val="00B4098D"/>
    <w:rsid w:val="00B87B07"/>
    <w:rsid w:val="00B92A81"/>
    <w:rsid w:val="00BB2F23"/>
    <w:rsid w:val="00BD2C61"/>
    <w:rsid w:val="00C338C3"/>
    <w:rsid w:val="00CB7E11"/>
    <w:rsid w:val="00CD0DF7"/>
    <w:rsid w:val="00D32BA0"/>
    <w:rsid w:val="00D42127"/>
    <w:rsid w:val="00D46F3A"/>
    <w:rsid w:val="00D71EEB"/>
    <w:rsid w:val="00DD7A39"/>
    <w:rsid w:val="00E10CFC"/>
    <w:rsid w:val="00E129A0"/>
    <w:rsid w:val="00E859D7"/>
    <w:rsid w:val="00E9532A"/>
    <w:rsid w:val="00F21206"/>
    <w:rsid w:val="00F34079"/>
    <w:rsid w:val="00FE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E22B3"/>
    <w:pPr>
      <w:keepNext/>
      <w:spacing w:before="240" w:after="60"/>
      <w:outlineLvl w:val="0"/>
    </w:pPr>
    <w:rPr>
      <w:rFonts w:ascii="Tahoma" w:hAnsi="Tahoma" w:cs="Arial"/>
      <w:b/>
      <w:bCs/>
      <w:smallCap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3E22B3"/>
    <w:pPr>
      <w:keepNext/>
      <w:spacing w:before="600" w:after="60"/>
      <w:outlineLvl w:val="1"/>
    </w:pPr>
    <w:rPr>
      <w:rFonts w:ascii="Tahoma" w:hAnsi="Tahoma" w:cs="Arial"/>
      <w:b/>
      <w:bCs/>
      <w:iCs/>
      <w:smallCaps/>
      <w:szCs w:val="28"/>
    </w:rPr>
  </w:style>
  <w:style w:type="paragraph" w:styleId="Heading3">
    <w:name w:val="heading 3"/>
    <w:basedOn w:val="Normal"/>
    <w:next w:val="Normal"/>
    <w:qFormat/>
    <w:rsid w:val="003E22B3"/>
    <w:pPr>
      <w:keepNext/>
      <w:spacing w:before="60" w:after="60"/>
      <w:outlineLvl w:val="2"/>
    </w:pPr>
    <w:rPr>
      <w:rFonts w:ascii="Tahoma" w:hAnsi="Tahoma" w:cs="Arial"/>
      <w:b/>
      <w:bCs/>
      <w:sz w:val="19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92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eldText">
    <w:name w:val="Field Text"/>
    <w:basedOn w:val="Normal"/>
    <w:rsid w:val="003E22B3"/>
    <w:pPr>
      <w:spacing w:before="60" w:after="60"/>
    </w:pPr>
    <w:rPr>
      <w:rFonts w:ascii="Arial" w:hAnsi="Arial"/>
      <w:sz w:val="19"/>
      <w:szCs w:val="20"/>
    </w:rPr>
  </w:style>
  <w:style w:type="paragraph" w:customStyle="1" w:styleId="1stLine">
    <w:name w:val="1st Line"/>
    <w:aliases w:val="Field label"/>
    <w:basedOn w:val="FieldLabel"/>
    <w:link w:val="1stLineChar"/>
    <w:rsid w:val="003E22B3"/>
    <w:pPr>
      <w:spacing w:before="240"/>
    </w:pPr>
  </w:style>
  <w:style w:type="paragraph" w:customStyle="1" w:styleId="FieldLabel">
    <w:name w:val="Field Label"/>
    <w:basedOn w:val="Normal"/>
    <w:link w:val="FieldLabelChar"/>
    <w:rsid w:val="003E22B3"/>
    <w:pPr>
      <w:spacing w:before="60" w:after="60"/>
    </w:pPr>
    <w:rPr>
      <w:rFonts w:ascii="Tahoma" w:hAnsi="Tahoma"/>
      <w:b/>
      <w:sz w:val="18"/>
      <w:szCs w:val="22"/>
    </w:rPr>
  </w:style>
  <w:style w:type="paragraph" w:customStyle="1" w:styleId="MeetingInformation">
    <w:name w:val="Meeting Information"/>
    <w:basedOn w:val="FieldText"/>
    <w:rsid w:val="003E22B3"/>
    <w:pPr>
      <w:spacing w:before="0" w:after="0"/>
      <w:ind w:left="990"/>
      <w:jc w:val="right"/>
    </w:pPr>
    <w:rPr>
      <w:rFonts w:ascii="Tahoma" w:hAnsi="Tahoma" w:cs="Arial"/>
      <w:b/>
      <w:sz w:val="18"/>
      <w:szCs w:val="24"/>
    </w:rPr>
  </w:style>
  <w:style w:type="paragraph" w:customStyle="1" w:styleId="ActionItems">
    <w:name w:val="Action Items"/>
    <w:basedOn w:val="Normal"/>
    <w:rsid w:val="003E22B3"/>
    <w:pPr>
      <w:numPr>
        <w:numId w:val="5"/>
      </w:numPr>
      <w:tabs>
        <w:tab w:val="left" w:pos="5040"/>
      </w:tabs>
      <w:spacing w:before="60" w:after="60"/>
    </w:pPr>
    <w:rPr>
      <w:rFonts w:ascii="Arial" w:hAnsi="Arial" w:cs="Arial"/>
      <w:sz w:val="19"/>
      <w:szCs w:val="20"/>
    </w:rPr>
  </w:style>
  <w:style w:type="character" w:customStyle="1" w:styleId="FieldLabelChar">
    <w:name w:val="Field Label Char"/>
    <w:basedOn w:val="DefaultParagraphFont"/>
    <w:link w:val="FieldLabel"/>
    <w:rsid w:val="003E22B3"/>
    <w:rPr>
      <w:rFonts w:ascii="Tahoma" w:hAnsi="Tahoma"/>
      <w:b/>
      <w:sz w:val="18"/>
      <w:szCs w:val="22"/>
      <w:lang w:val="en-US" w:eastAsia="en-US" w:bidi="ar-SA"/>
    </w:rPr>
  </w:style>
  <w:style w:type="character" w:customStyle="1" w:styleId="1stLineChar">
    <w:name w:val="1st Line Char"/>
    <w:aliases w:val="Field label Char"/>
    <w:basedOn w:val="FieldLabelChar"/>
    <w:link w:val="1stLine"/>
    <w:rsid w:val="003E2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acy.quattrone\Local%20Settings\Temporary%20Internet%20Files\Content.Outlook\T4KHALZF\ELO%20Meeting%20Agenda%20and%20Minutes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A51CF1A299441A64CD81CD9C8C76B" ma:contentTypeVersion="1" ma:contentTypeDescription="Create a new document." ma:contentTypeScope="" ma:versionID="eda24058fa49f2ba3d96f6e385e6befd">
  <xsd:schema xmlns:xsd="http://www.w3.org/2001/XMLSchema" xmlns:p="http://schemas.microsoft.com/office/2006/metadata/properties" xmlns:ns2="d0be6ec4-6e92-41d8-8746-d3eeac054140" targetNamespace="http://schemas.microsoft.com/office/2006/metadata/properties" ma:root="true" ma:fieldsID="17baae68b5fc52709d3db99944a27d9b" ns2:_="">
    <xsd:import namespace="d0be6ec4-6e92-41d8-8746-d3eeac054140"/>
    <xsd:element name="properties">
      <xsd:complexType>
        <xsd:sequence>
          <xsd:element name="documentManagement">
            <xsd:complexType>
              <xsd:all>
                <xsd:element ref="ns2:owshiddenvers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0be6ec4-6e92-41d8-8746-d3eeac054140" elementFormDefault="qualified">
    <xsd:import namespace="http://schemas.microsoft.com/office/2006/documentManagement/types"/>
    <xsd:element name="owshiddenversion0" ma:index="8" nillable="true" ma:displayName="owshiddenversion" ma:hidden="true" ma:internalName="owshiddenversion0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E94360-856E-4E32-B107-4CCE4BF60577}"/>
</file>

<file path=customXml/itemProps2.xml><?xml version="1.0" encoding="utf-8"?>
<ds:datastoreItem xmlns:ds="http://schemas.openxmlformats.org/officeDocument/2006/customXml" ds:itemID="{AA2C41A0-737C-4780-8E28-4B115DC8E8A8}"/>
</file>

<file path=customXml/itemProps3.xml><?xml version="1.0" encoding="utf-8"?>
<ds:datastoreItem xmlns:ds="http://schemas.openxmlformats.org/officeDocument/2006/customXml" ds:itemID="{1105D316-3218-480D-A8DD-9DB06643345A}"/>
</file>

<file path=docProps/app.xml><?xml version="1.0" encoding="utf-8"?>
<Properties xmlns="http://schemas.openxmlformats.org/officeDocument/2006/extended-properties" xmlns:vt="http://schemas.openxmlformats.org/officeDocument/2006/docPropsVTypes">
  <Template>ELO Meeting Agenda and Minutes Template</Template>
  <TotalTime>0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Elementary ELO Team Meeting</vt:lpstr>
    </vt:vector>
  </TitlesOfParts>
  <Company>Forest Hills School District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Elementary ELO Team Meeting</dc:title>
  <dc:subject/>
  <dc:creator>tracy.quattrone</dc:creator>
  <cp:keywords/>
  <dc:description/>
  <cp:lastModifiedBy>tracy.quattrone</cp:lastModifiedBy>
  <cp:revision>1</cp:revision>
  <cp:lastPrinted>2007-09-18T16:16:00Z</cp:lastPrinted>
  <dcterms:created xsi:type="dcterms:W3CDTF">2007-09-18T16:16:00Z</dcterms:created>
  <dcterms:modified xsi:type="dcterms:W3CDTF">2007-09-18T16:16:00Z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0x01010068DA51CF1A299441A64CD81CD9C8C76B</vt:lpwstr>
  </property>
</Properties>
</file>